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395"/>
      </w:tblGrid>
      <w:tr w:rsidR="00993D9E" w14:paraId="4C44A782" w14:textId="77777777" w:rsidTr="00696C56">
        <w:tc>
          <w:tcPr>
            <w:tcW w:w="5949" w:type="dxa"/>
            <w:vAlign w:val="center"/>
          </w:tcPr>
          <w:p w14:paraId="5DEF9681" w14:textId="5CF96DD4" w:rsidR="00993D9E" w:rsidRDefault="00662A23" w:rsidP="0069275A">
            <w:pPr>
              <w:rPr>
                <w:rFonts w:ascii="Brush Script MT" w:hAnsi="Brush Script MT" w:cs="Arial"/>
                <w:sz w:val="100"/>
                <w:szCs w:val="100"/>
              </w:rPr>
            </w:pPr>
            <w:bookmarkStart w:id="0" w:name="_GoBack" w:colFirst="0" w:colLast="0"/>
            <w:proofErr w:type="spellStart"/>
            <w:r>
              <w:rPr>
                <w:rFonts w:ascii="Brush Script MT" w:hAnsi="Brush Script MT" w:cs="Arial"/>
                <w:sz w:val="100"/>
                <w:szCs w:val="100"/>
              </w:rPr>
              <w:t>GrilllookX</w:t>
            </w:r>
            <w:proofErr w:type="spellEnd"/>
          </w:p>
        </w:tc>
        <w:tc>
          <w:tcPr>
            <w:tcW w:w="3395" w:type="dxa"/>
            <w:vAlign w:val="center"/>
          </w:tcPr>
          <w:p w14:paraId="4B6DBEFC" w14:textId="42C7ABB5" w:rsidR="00993D9E" w:rsidRDefault="00662A23" w:rsidP="00696C56">
            <w:pPr>
              <w:pStyle w:val="Kopfzeile"/>
              <w:jc w:val="right"/>
              <w:rPr>
                <w:rFonts w:ascii="Brush Script MT" w:hAnsi="Brush Script MT" w:cs="Arial"/>
                <w:sz w:val="100"/>
                <w:szCs w:val="100"/>
              </w:rPr>
            </w:pPr>
            <w:r>
              <w:rPr>
                <w:rFonts w:ascii="Brush Script MT" w:hAnsi="Brush Script MT" w:cs="Arial"/>
                <w:noProof/>
                <w:sz w:val="100"/>
                <w:szCs w:val="100"/>
              </w:rPr>
              <w:drawing>
                <wp:inline distT="0" distB="0" distL="0" distR="0" wp14:anchorId="01131D2B" wp14:editId="20AD955C">
                  <wp:extent cx="1355090" cy="911876"/>
                  <wp:effectExtent l="0" t="0" r="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Vorlage Logo Grilllookx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644" cy="927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0DAF787" w14:textId="77777777" w:rsidR="00EC5F1C" w:rsidRDefault="00EC5F1C" w:rsidP="00531235">
      <w:pPr>
        <w:tabs>
          <w:tab w:val="left" w:pos="5670"/>
        </w:tabs>
        <w:rPr>
          <w:rFonts w:cs="Arial"/>
        </w:rPr>
      </w:pPr>
    </w:p>
    <w:tbl>
      <w:tblPr>
        <w:tblW w:w="9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993D9E" w:rsidRPr="00055F28" w14:paraId="20E3D78B" w14:textId="77777777" w:rsidTr="00696C56">
        <w:trPr>
          <w:trHeight w:hRule="exact" w:val="284"/>
        </w:trPr>
        <w:tc>
          <w:tcPr>
            <w:tcW w:w="4819" w:type="dxa"/>
            <w:vAlign w:val="bottom"/>
          </w:tcPr>
          <w:p w14:paraId="6B56AC97" w14:textId="6D172C5E" w:rsidR="00055F28" w:rsidRPr="00055F28" w:rsidRDefault="00662A23" w:rsidP="00055F28">
            <w:pPr>
              <w:rPr>
                <w:rFonts w:cs="Arial"/>
                <w:sz w:val="16"/>
                <w:szCs w:val="18"/>
              </w:rPr>
            </w:pPr>
            <w:proofErr w:type="spellStart"/>
            <w:r>
              <w:rPr>
                <w:rFonts w:cs="Arial"/>
                <w:sz w:val="16"/>
                <w:szCs w:val="18"/>
              </w:rPr>
              <w:t>GrilllookX</w:t>
            </w:r>
            <w:proofErr w:type="spellEnd"/>
            <w:r w:rsidR="00055F28" w:rsidRPr="00055F28">
              <w:rPr>
                <w:rFonts w:cs="Arial"/>
                <w:sz w:val="16"/>
                <w:szCs w:val="18"/>
              </w:rPr>
              <w:t>, 89407 Dillingen a.</w:t>
            </w:r>
            <w:r w:rsidR="00946089">
              <w:rPr>
                <w:rFonts w:cs="Arial"/>
                <w:sz w:val="16"/>
                <w:szCs w:val="18"/>
              </w:rPr>
              <w:t xml:space="preserve"> </w:t>
            </w:r>
            <w:r w:rsidR="00055F28" w:rsidRPr="00055F28">
              <w:rPr>
                <w:rFonts w:cs="Arial"/>
                <w:sz w:val="16"/>
                <w:szCs w:val="18"/>
              </w:rPr>
              <w:t>d. Donau, Röhmstraße 101</w:t>
            </w:r>
          </w:p>
          <w:p w14:paraId="7727FFAF" w14:textId="77777777" w:rsidR="00993D9E" w:rsidRPr="00055F28" w:rsidRDefault="00993D9E" w:rsidP="00696C56">
            <w:pPr>
              <w:ind w:right="-1037"/>
              <w:rPr>
                <w:rFonts w:cs="Arial"/>
                <w:sz w:val="16"/>
                <w:szCs w:val="18"/>
              </w:rPr>
            </w:pPr>
          </w:p>
        </w:tc>
        <w:tc>
          <w:tcPr>
            <w:tcW w:w="4820" w:type="dxa"/>
          </w:tcPr>
          <w:p w14:paraId="5488D86E" w14:textId="77777777" w:rsidR="00993D9E" w:rsidRPr="00055F28" w:rsidRDefault="00993D9E" w:rsidP="00696C56">
            <w:pPr>
              <w:rPr>
                <w:rFonts w:cs="Arial"/>
                <w:sz w:val="16"/>
                <w:szCs w:val="18"/>
              </w:rPr>
            </w:pPr>
          </w:p>
        </w:tc>
      </w:tr>
      <w:tr w:rsidR="00993D9E" w:rsidRPr="00993D9E" w14:paraId="064020C7" w14:textId="77777777" w:rsidTr="00696C56">
        <w:trPr>
          <w:cantSplit/>
          <w:trHeight w:hRule="exact" w:val="720"/>
        </w:trPr>
        <w:tc>
          <w:tcPr>
            <w:tcW w:w="4819" w:type="dxa"/>
            <w:vAlign w:val="bottom"/>
          </w:tcPr>
          <w:p w14:paraId="5FD0B255" w14:textId="77777777" w:rsidR="00993D9E" w:rsidRPr="00993D9E" w:rsidRDefault="00993D9E" w:rsidP="00696C56">
            <w:pPr>
              <w:ind w:right="-1037"/>
              <w:rPr>
                <w:rFonts w:cs="Arial"/>
                <w:sz w:val="20"/>
                <w:szCs w:val="20"/>
              </w:rPr>
            </w:pPr>
            <w:r w:rsidRPr="00993D9E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993D9E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993D9E">
              <w:rPr>
                <w:rFonts w:cs="Arial"/>
                <w:sz w:val="20"/>
                <w:szCs w:val="20"/>
              </w:rPr>
            </w:r>
            <w:r w:rsidRPr="00993D9E">
              <w:rPr>
                <w:rFonts w:cs="Arial"/>
                <w:sz w:val="20"/>
                <w:szCs w:val="20"/>
              </w:rPr>
              <w:fldChar w:fldCharType="separate"/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820" w:type="dxa"/>
            <w:vMerge w:val="restart"/>
            <w:tcBorders>
              <w:left w:val="nil"/>
            </w:tcBorders>
          </w:tcPr>
          <w:p w14:paraId="6456419D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Ihr Zeichen: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  <w:bookmarkEnd w:id="2"/>
          </w:p>
          <w:p w14:paraId="5C2022F6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>Ihre Nachricht vom: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14:paraId="57EA2C08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Unser Zeichen: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14:paraId="4DA801A0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Unsere Nachricht vom: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14:paraId="41534558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</w:p>
          <w:p w14:paraId="3298223A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Name: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14:paraId="1165DC12" w14:textId="77777777" w:rsidR="00055F28" w:rsidRDefault="00993D9E" w:rsidP="00055F28">
            <w:pPr>
              <w:rPr>
                <w:rFonts w:cs="Arial"/>
                <w:lang w:val="it-IT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Telefon: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="00055F28">
              <w:rPr>
                <w:rFonts w:cs="Arial"/>
                <w:lang w:val="it-IT"/>
              </w:rPr>
              <w:t>+49 9071 12072-35</w:t>
            </w:r>
          </w:p>
          <w:p w14:paraId="3B377DB8" w14:textId="77777777" w:rsidR="00993D9E" w:rsidRPr="00993D9E" w:rsidRDefault="00993D9E" w:rsidP="00696C56">
            <w:pPr>
              <w:rPr>
                <w:rFonts w:cs="Arial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>Telefax: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="00055F28">
              <w:rPr>
                <w:rFonts w:cs="Arial"/>
                <w:lang w:val="it-IT"/>
              </w:rPr>
              <w:t>+49 9071 12072-12</w:t>
            </w:r>
          </w:p>
          <w:p w14:paraId="5ADEC439" w14:textId="2D851B2F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E-Mail: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="00055F28" w:rsidRPr="008A2145">
              <w:rPr>
                <w:rFonts w:cs="Arial"/>
                <w:lang w:val="it-IT"/>
              </w:rPr>
              <w:t>info@</w:t>
            </w:r>
            <w:r w:rsidR="00662A23">
              <w:rPr>
                <w:rFonts w:cs="Arial"/>
                <w:lang w:val="it-IT"/>
              </w:rPr>
              <w:t>grilllookX</w:t>
            </w:r>
            <w:r w:rsidR="00055F28" w:rsidRPr="008A2145">
              <w:rPr>
                <w:rFonts w:cs="Arial"/>
                <w:lang w:val="it-IT"/>
              </w:rPr>
              <w:t>.de</w:t>
            </w:r>
          </w:p>
          <w:p w14:paraId="2F1AAA61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</w:p>
          <w:p w14:paraId="2D0725C1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Datum: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</w:tc>
      </w:tr>
      <w:tr w:rsidR="00993D9E" w:rsidRPr="00993D9E" w14:paraId="66C4A896" w14:textId="77777777" w:rsidTr="00696C56">
        <w:trPr>
          <w:cantSplit/>
          <w:trHeight w:val="2023"/>
        </w:trPr>
        <w:tc>
          <w:tcPr>
            <w:tcW w:w="4819" w:type="dxa"/>
          </w:tcPr>
          <w:p w14:paraId="65362697" w14:textId="77777777" w:rsidR="00993D9E" w:rsidRDefault="00993D9E" w:rsidP="00696C56">
            <w:pPr>
              <w:tabs>
                <w:tab w:val="left" w:pos="1716"/>
              </w:tabs>
              <w:ind w:right="-1037"/>
              <w:rPr>
                <w:rFonts w:cs="Arial"/>
                <w:sz w:val="20"/>
                <w:szCs w:val="20"/>
              </w:rPr>
            </w:pPr>
            <w:r w:rsidRPr="00993D9E">
              <w:rPr>
                <w:rFonts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993D9E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993D9E">
              <w:rPr>
                <w:rFonts w:cs="Arial"/>
                <w:sz w:val="20"/>
                <w:szCs w:val="20"/>
              </w:rPr>
            </w:r>
            <w:r w:rsidRPr="00993D9E">
              <w:rPr>
                <w:rFonts w:cs="Arial"/>
                <w:sz w:val="20"/>
                <w:szCs w:val="20"/>
              </w:rPr>
              <w:fldChar w:fldCharType="separate"/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fldChar w:fldCharType="end"/>
            </w:r>
            <w:bookmarkEnd w:id="3"/>
          </w:p>
          <w:p w14:paraId="697366D0" w14:textId="77777777" w:rsidR="00055F28" w:rsidRDefault="00055F28" w:rsidP="00696C56">
            <w:pPr>
              <w:tabs>
                <w:tab w:val="left" w:pos="1716"/>
              </w:tabs>
              <w:ind w:right="-1037"/>
              <w:rPr>
                <w:rFonts w:cs="Arial"/>
                <w:sz w:val="20"/>
                <w:szCs w:val="20"/>
              </w:rPr>
            </w:pPr>
            <w:r w:rsidRPr="00993D9E">
              <w:rPr>
                <w:rFonts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993D9E">
              <w:rPr>
                <w:rFonts w:cs="Arial"/>
                <w:sz w:val="20"/>
                <w:szCs w:val="20"/>
              </w:rPr>
            </w:r>
            <w:r w:rsidRPr="00993D9E">
              <w:rPr>
                <w:rFonts w:cs="Arial"/>
                <w:sz w:val="20"/>
                <w:szCs w:val="20"/>
              </w:rPr>
              <w:fldChar w:fldCharType="separate"/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fldChar w:fldCharType="end"/>
            </w:r>
          </w:p>
          <w:p w14:paraId="0B3C325A" w14:textId="77777777" w:rsidR="00055F28" w:rsidRPr="00993D9E" w:rsidRDefault="00055F28" w:rsidP="00696C56">
            <w:pPr>
              <w:tabs>
                <w:tab w:val="left" w:pos="1716"/>
              </w:tabs>
              <w:ind w:right="-1037"/>
              <w:rPr>
                <w:rFonts w:cs="Arial"/>
                <w:sz w:val="20"/>
                <w:szCs w:val="20"/>
              </w:rPr>
            </w:pPr>
            <w:r w:rsidRPr="00993D9E">
              <w:rPr>
                <w:rFonts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993D9E">
              <w:rPr>
                <w:rFonts w:cs="Arial"/>
                <w:sz w:val="20"/>
                <w:szCs w:val="20"/>
              </w:rPr>
            </w:r>
            <w:r w:rsidRPr="00993D9E">
              <w:rPr>
                <w:rFonts w:cs="Arial"/>
                <w:sz w:val="20"/>
                <w:szCs w:val="20"/>
              </w:rPr>
              <w:fldChar w:fldCharType="separate"/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t> </w:t>
            </w:r>
            <w:r w:rsidRPr="00993D9E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820" w:type="dxa"/>
            <w:vMerge/>
          </w:tcPr>
          <w:p w14:paraId="1F6452AE" w14:textId="77777777" w:rsidR="00993D9E" w:rsidRPr="00993D9E" w:rsidRDefault="00993D9E" w:rsidP="00696C56">
            <w:pPr>
              <w:rPr>
                <w:rFonts w:cs="Arial"/>
              </w:rPr>
            </w:pPr>
          </w:p>
        </w:tc>
      </w:tr>
    </w:tbl>
    <w:p w14:paraId="2184785B" w14:textId="77777777" w:rsidR="00993D9E" w:rsidRDefault="00993D9E" w:rsidP="00531235">
      <w:pPr>
        <w:tabs>
          <w:tab w:val="left" w:pos="5670"/>
        </w:tabs>
        <w:rPr>
          <w:rFonts w:cs="Arial"/>
        </w:rPr>
      </w:pPr>
    </w:p>
    <w:p w14:paraId="720A0A2E" w14:textId="77777777" w:rsidR="00DE6CEF" w:rsidRDefault="00DE6CEF" w:rsidP="00531235">
      <w:pPr>
        <w:tabs>
          <w:tab w:val="left" w:pos="5670"/>
        </w:tabs>
        <w:rPr>
          <w:rFonts w:cs="Arial"/>
        </w:rPr>
        <w:sectPr w:rsidR="00DE6CEF" w:rsidSect="00993D9E">
          <w:footerReference w:type="default" r:id="rId7"/>
          <w:pgSz w:w="11906" w:h="16838" w:code="9"/>
          <w:pgMar w:top="993" w:right="1134" w:bottom="1134" w:left="1418" w:header="709" w:footer="567" w:gutter="0"/>
          <w:cols w:space="708"/>
          <w:docGrid w:linePitch="360"/>
        </w:sectPr>
      </w:pPr>
    </w:p>
    <w:p w14:paraId="06357FB9" w14:textId="667099D6" w:rsidR="00DE6CEF" w:rsidRDefault="00DE6CEF" w:rsidP="00993D9E">
      <w:pPr>
        <w:tabs>
          <w:tab w:val="left" w:pos="5670"/>
        </w:tabs>
        <w:rPr>
          <w:rFonts w:cs="Arial"/>
          <w:lang w:val="nb-NO"/>
        </w:rPr>
      </w:pPr>
    </w:p>
    <w:p w14:paraId="08CA96B0" w14:textId="150B180F" w:rsidR="00662A23" w:rsidRPr="004D3968" w:rsidRDefault="004D3968" w:rsidP="00662A23">
      <w:pPr>
        <w:rPr>
          <w:rFonts w:cs="Arial"/>
          <w:b/>
          <w:lang w:val="nb-NO"/>
        </w:rPr>
      </w:pPr>
      <w:r w:rsidRPr="004D3968">
        <w:rPr>
          <w:rFonts w:cs="Arial"/>
          <w:b/>
          <w:lang w:val="nb-NO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4D3968">
        <w:rPr>
          <w:rFonts w:cs="Arial"/>
          <w:b/>
          <w:lang w:val="nb-NO"/>
        </w:rPr>
        <w:instrText xml:space="preserve"> FORMTEXT </w:instrText>
      </w:r>
      <w:r w:rsidRPr="004D3968">
        <w:rPr>
          <w:rFonts w:cs="Arial"/>
          <w:b/>
          <w:lang w:val="nb-NO"/>
        </w:rPr>
      </w:r>
      <w:r w:rsidRPr="004D3968">
        <w:rPr>
          <w:rFonts w:cs="Arial"/>
          <w:b/>
          <w:lang w:val="nb-NO"/>
        </w:rPr>
        <w:fldChar w:fldCharType="separate"/>
      </w:r>
      <w:r w:rsidRPr="004D3968">
        <w:rPr>
          <w:rFonts w:cs="Arial"/>
          <w:b/>
          <w:noProof/>
          <w:lang w:val="nb-NO"/>
        </w:rPr>
        <w:t> </w:t>
      </w:r>
      <w:r w:rsidRPr="004D3968">
        <w:rPr>
          <w:rFonts w:cs="Arial"/>
          <w:b/>
          <w:noProof/>
          <w:lang w:val="nb-NO"/>
        </w:rPr>
        <w:t> </w:t>
      </w:r>
      <w:r w:rsidRPr="004D3968">
        <w:rPr>
          <w:rFonts w:cs="Arial"/>
          <w:b/>
          <w:noProof/>
          <w:lang w:val="nb-NO"/>
        </w:rPr>
        <w:t> </w:t>
      </w:r>
      <w:r w:rsidRPr="004D3968">
        <w:rPr>
          <w:rFonts w:cs="Arial"/>
          <w:b/>
          <w:noProof/>
          <w:lang w:val="nb-NO"/>
        </w:rPr>
        <w:t> </w:t>
      </w:r>
      <w:r w:rsidRPr="004D3968">
        <w:rPr>
          <w:rFonts w:cs="Arial"/>
          <w:b/>
          <w:noProof/>
          <w:lang w:val="nb-NO"/>
        </w:rPr>
        <w:t> </w:t>
      </w:r>
      <w:r w:rsidRPr="004D3968">
        <w:rPr>
          <w:rFonts w:cs="Arial"/>
          <w:b/>
          <w:lang w:val="nb-NO"/>
        </w:rPr>
        <w:fldChar w:fldCharType="end"/>
      </w:r>
      <w:bookmarkEnd w:id="4"/>
    </w:p>
    <w:p w14:paraId="2910889C" w14:textId="7A559253" w:rsidR="00662A23" w:rsidRPr="00662A23" w:rsidRDefault="00662A23" w:rsidP="00662A23">
      <w:pPr>
        <w:rPr>
          <w:rFonts w:cs="Arial"/>
          <w:lang w:val="nb-NO"/>
        </w:rPr>
      </w:pPr>
    </w:p>
    <w:p w14:paraId="3FDB6932" w14:textId="5F5F847F" w:rsidR="00662A23" w:rsidRPr="00662A23" w:rsidRDefault="00662A23" w:rsidP="00662A23">
      <w:pPr>
        <w:rPr>
          <w:rFonts w:cs="Arial"/>
          <w:lang w:val="nb-NO"/>
        </w:rPr>
      </w:pPr>
    </w:p>
    <w:p w14:paraId="6E6AD41A" w14:textId="04920D4F" w:rsidR="00662A23" w:rsidRPr="00662A23" w:rsidRDefault="004D3968" w:rsidP="00662A23">
      <w:pPr>
        <w:rPr>
          <w:rFonts w:cs="Arial"/>
          <w:lang w:val="nb-NO"/>
        </w:rPr>
      </w:pPr>
      <w:r>
        <w:rPr>
          <w:rFonts w:cs="Arial"/>
          <w:lang w:val="nb-NO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>
        <w:rPr>
          <w:rFonts w:cs="Arial"/>
          <w:lang w:val="nb-NO"/>
        </w:rPr>
        <w:instrText xml:space="preserve"> FORMTEXT </w:instrText>
      </w:r>
      <w:r>
        <w:rPr>
          <w:rFonts w:cs="Arial"/>
          <w:lang w:val="nb-NO"/>
        </w:rPr>
      </w:r>
      <w:r>
        <w:rPr>
          <w:rFonts w:cs="Arial"/>
          <w:lang w:val="nb-NO"/>
        </w:rPr>
        <w:fldChar w:fldCharType="separate"/>
      </w:r>
      <w:r>
        <w:rPr>
          <w:rFonts w:cs="Arial"/>
          <w:noProof/>
          <w:lang w:val="nb-NO"/>
        </w:rPr>
        <w:t> </w:t>
      </w:r>
      <w:r>
        <w:rPr>
          <w:rFonts w:cs="Arial"/>
          <w:noProof/>
          <w:lang w:val="nb-NO"/>
        </w:rPr>
        <w:t> </w:t>
      </w:r>
      <w:r>
        <w:rPr>
          <w:rFonts w:cs="Arial"/>
          <w:noProof/>
          <w:lang w:val="nb-NO"/>
        </w:rPr>
        <w:t> </w:t>
      </w:r>
      <w:r>
        <w:rPr>
          <w:rFonts w:cs="Arial"/>
          <w:noProof/>
          <w:lang w:val="nb-NO"/>
        </w:rPr>
        <w:t> </w:t>
      </w:r>
      <w:r>
        <w:rPr>
          <w:rFonts w:cs="Arial"/>
          <w:noProof/>
          <w:lang w:val="nb-NO"/>
        </w:rPr>
        <w:t> </w:t>
      </w:r>
      <w:r>
        <w:rPr>
          <w:rFonts w:cs="Arial"/>
          <w:lang w:val="nb-NO"/>
        </w:rPr>
        <w:fldChar w:fldCharType="end"/>
      </w:r>
      <w:bookmarkEnd w:id="5"/>
      <w:r>
        <w:rPr>
          <w:rFonts w:cs="Arial"/>
          <w:lang w:val="nb-NO"/>
        </w:rPr>
        <w:t>,</w:t>
      </w:r>
    </w:p>
    <w:p w14:paraId="2A55C8F9" w14:textId="380BC449" w:rsidR="00662A23" w:rsidRPr="00662A23" w:rsidRDefault="00662A23" w:rsidP="00662A23">
      <w:pPr>
        <w:rPr>
          <w:rFonts w:cs="Arial"/>
          <w:lang w:val="nb-NO"/>
        </w:rPr>
      </w:pPr>
    </w:p>
    <w:p w14:paraId="3675F777" w14:textId="66A36CFD" w:rsidR="00662A23" w:rsidRPr="00662A23" w:rsidRDefault="00662A23" w:rsidP="00662A23">
      <w:pPr>
        <w:rPr>
          <w:rFonts w:cs="Arial"/>
          <w:lang w:val="nb-NO"/>
        </w:rPr>
      </w:pPr>
    </w:p>
    <w:p w14:paraId="2699212B" w14:textId="5B9A40BE" w:rsidR="00662A23" w:rsidRPr="00662A23" w:rsidRDefault="00662A23" w:rsidP="00662A23">
      <w:pPr>
        <w:rPr>
          <w:rFonts w:cs="Arial"/>
          <w:lang w:val="nb-NO"/>
        </w:rPr>
      </w:pPr>
    </w:p>
    <w:p w14:paraId="47B295DC" w14:textId="292BF4C9" w:rsidR="00662A23" w:rsidRPr="00662A23" w:rsidRDefault="00662A23" w:rsidP="00662A23">
      <w:pPr>
        <w:rPr>
          <w:rFonts w:cs="Arial"/>
          <w:lang w:val="nb-NO"/>
        </w:rPr>
      </w:pPr>
    </w:p>
    <w:p w14:paraId="165A9106" w14:textId="2B7A4A07" w:rsidR="00662A23" w:rsidRPr="00662A23" w:rsidRDefault="00662A23" w:rsidP="00662A23">
      <w:pPr>
        <w:rPr>
          <w:rFonts w:cs="Arial"/>
          <w:lang w:val="nb-NO"/>
        </w:rPr>
      </w:pPr>
    </w:p>
    <w:p w14:paraId="0D76C6E3" w14:textId="20B8ABDD" w:rsidR="00662A23" w:rsidRPr="00662A23" w:rsidRDefault="00662A23" w:rsidP="00662A23">
      <w:pPr>
        <w:rPr>
          <w:rFonts w:cs="Arial"/>
          <w:lang w:val="nb-NO"/>
        </w:rPr>
      </w:pPr>
    </w:p>
    <w:p w14:paraId="67A5F601" w14:textId="64DB7175" w:rsidR="00662A23" w:rsidRPr="00662A23" w:rsidRDefault="00662A23" w:rsidP="00662A23">
      <w:pPr>
        <w:rPr>
          <w:rFonts w:cs="Arial"/>
          <w:lang w:val="nb-NO"/>
        </w:rPr>
      </w:pPr>
    </w:p>
    <w:p w14:paraId="519C8153" w14:textId="7C1A3599" w:rsidR="00662A23" w:rsidRPr="00662A23" w:rsidRDefault="00662A23" w:rsidP="00662A23">
      <w:pPr>
        <w:rPr>
          <w:rFonts w:cs="Arial"/>
          <w:lang w:val="nb-NO"/>
        </w:rPr>
      </w:pPr>
    </w:p>
    <w:p w14:paraId="148736BB" w14:textId="224B590F" w:rsidR="00662A23" w:rsidRPr="00662A23" w:rsidRDefault="00662A23" w:rsidP="00662A23">
      <w:pPr>
        <w:rPr>
          <w:rFonts w:cs="Arial"/>
          <w:lang w:val="nb-NO"/>
        </w:rPr>
      </w:pPr>
    </w:p>
    <w:p w14:paraId="3FA465F9" w14:textId="20E8CCE9" w:rsidR="00662A23" w:rsidRPr="00662A23" w:rsidRDefault="00662A23" w:rsidP="00662A23">
      <w:pPr>
        <w:rPr>
          <w:rFonts w:cs="Arial"/>
          <w:lang w:val="nb-NO"/>
        </w:rPr>
      </w:pPr>
    </w:p>
    <w:p w14:paraId="1E09DD1D" w14:textId="7B746C89" w:rsidR="00662A23" w:rsidRPr="00662A23" w:rsidRDefault="00662A23" w:rsidP="00662A23">
      <w:pPr>
        <w:rPr>
          <w:rFonts w:cs="Arial"/>
          <w:lang w:val="nb-NO"/>
        </w:rPr>
      </w:pPr>
    </w:p>
    <w:p w14:paraId="3C74BD27" w14:textId="658964E5" w:rsidR="00662A23" w:rsidRPr="00662A23" w:rsidRDefault="00662A23" w:rsidP="00662A23">
      <w:pPr>
        <w:rPr>
          <w:rFonts w:cs="Arial"/>
          <w:lang w:val="nb-NO"/>
        </w:rPr>
      </w:pPr>
    </w:p>
    <w:p w14:paraId="62F09C53" w14:textId="43AA1503" w:rsidR="00662A23" w:rsidRPr="00662A23" w:rsidRDefault="00662A23" w:rsidP="00662A23">
      <w:pPr>
        <w:rPr>
          <w:rFonts w:cs="Arial"/>
          <w:lang w:val="nb-NO"/>
        </w:rPr>
      </w:pPr>
    </w:p>
    <w:p w14:paraId="6EF4ED67" w14:textId="4544760A" w:rsidR="00662A23" w:rsidRPr="00662A23" w:rsidRDefault="00662A23" w:rsidP="00662A23">
      <w:pPr>
        <w:rPr>
          <w:rFonts w:cs="Arial"/>
          <w:lang w:val="nb-NO"/>
        </w:rPr>
      </w:pPr>
    </w:p>
    <w:p w14:paraId="6E712D94" w14:textId="06EE7FB4" w:rsidR="00662A23" w:rsidRPr="00662A23" w:rsidRDefault="00662A23" w:rsidP="00662A23">
      <w:pPr>
        <w:rPr>
          <w:rFonts w:cs="Arial"/>
          <w:lang w:val="nb-NO"/>
        </w:rPr>
      </w:pPr>
    </w:p>
    <w:p w14:paraId="06A5D677" w14:textId="23213DF1" w:rsidR="00662A23" w:rsidRPr="00662A23" w:rsidRDefault="00662A23" w:rsidP="00662A23">
      <w:pPr>
        <w:rPr>
          <w:rFonts w:cs="Arial"/>
          <w:lang w:val="nb-NO"/>
        </w:rPr>
      </w:pPr>
    </w:p>
    <w:p w14:paraId="4D520E8E" w14:textId="60054CC7" w:rsidR="00662A23" w:rsidRPr="00662A23" w:rsidRDefault="00662A23" w:rsidP="00662A23">
      <w:pPr>
        <w:rPr>
          <w:rFonts w:cs="Arial"/>
          <w:lang w:val="nb-NO"/>
        </w:rPr>
      </w:pPr>
    </w:p>
    <w:p w14:paraId="465F5D69" w14:textId="538F6D4B" w:rsidR="00662A23" w:rsidRPr="00662A23" w:rsidRDefault="00662A23" w:rsidP="00662A23">
      <w:pPr>
        <w:rPr>
          <w:rFonts w:cs="Arial"/>
          <w:lang w:val="nb-NO"/>
        </w:rPr>
      </w:pPr>
    </w:p>
    <w:p w14:paraId="4060C285" w14:textId="5B132DD9" w:rsidR="00662A23" w:rsidRPr="00662A23" w:rsidRDefault="00662A23" w:rsidP="00662A23">
      <w:pPr>
        <w:rPr>
          <w:rFonts w:cs="Arial"/>
          <w:lang w:val="nb-NO"/>
        </w:rPr>
      </w:pPr>
    </w:p>
    <w:p w14:paraId="09D2CD41" w14:textId="7718EDE8" w:rsidR="00662A23" w:rsidRPr="00662A23" w:rsidRDefault="00662A23" w:rsidP="00662A23">
      <w:pPr>
        <w:rPr>
          <w:rFonts w:cs="Arial"/>
          <w:lang w:val="nb-NO"/>
        </w:rPr>
      </w:pPr>
    </w:p>
    <w:p w14:paraId="126BDF6F" w14:textId="4F676C6E" w:rsidR="00662A23" w:rsidRPr="00662A23" w:rsidRDefault="00662A23" w:rsidP="00662A23">
      <w:pPr>
        <w:rPr>
          <w:rFonts w:cs="Arial"/>
          <w:lang w:val="nb-NO"/>
        </w:rPr>
      </w:pPr>
    </w:p>
    <w:p w14:paraId="4DB7A043" w14:textId="188BFE30" w:rsidR="00662A23" w:rsidRPr="00662A23" w:rsidRDefault="00662A23" w:rsidP="00662A23">
      <w:pPr>
        <w:rPr>
          <w:rFonts w:cs="Arial"/>
          <w:lang w:val="nb-NO"/>
        </w:rPr>
      </w:pPr>
    </w:p>
    <w:p w14:paraId="4DA334BA" w14:textId="092AB3BE" w:rsidR="00662A23" w:rsidRPr="00662A23" w:rsidRDefault="00662A23" w:rsidP="00662A23">
      <w:pPr>
        <w:rPr>
          <w:rFonts w:cs="Arial"/>
          <w:lang w:val="nb-NO"/>
        </w:rPr>
      </w:pPr>
    </w:p>
    <w:p w14:paraId="463E3047" w14:textId="5ACEECBB" w:rsidR="00662A23" w:rsidRPr="00662A23" w:rsidRDefault="00662A23" w:rsidP="00662A23">
      <w:pPr>
        <w:rPr>
          <w:rFonts w:cs="Arial"/>
          <w:lang w:val="nb-NO"/>
        </w:rPr>
      </w:pPr>
    </w:p>
    <w:p w14:paraId="4F5CB313" w14:textId="324EC462" w:rsidR="00662A23" w:rsidRPr="00662A23" w:rsidRDefault="00662A23" w:rsidP="00662A23">
      <w:pPr>
        <w:rPr>
          <w:rFonts w:cs="Arial"/>
          <w:lang w:val="nb-NO"/>
        </w:rPr>
      </w:pPr>
    </w:p>
    <w:p w14:paraId="12D0AD56" w14:textId="6A966587" w:rsidR="00662A23" w:rsidRPr="00662A23" w:rsidRDefault="00662A23" w:rsidP="00662A23">
      <w:pPr>
        <w:rPr>
          <w:rFonts w:cs="Arial"/>
          <w:lang w:val="nb-NO"/>
        </w:rPr>
      </w:pPr>
    </w:p>
    <w:p w14:paraId="26C1C91B" w14:textId="734CDB36" w:rsidR="00662A23" w:rsidRPr="00662A23" w:rsidRDefault="00662A23" w:rsidP="00662A23">
      <w:pPr>
        <w:rPr>
          <w:rFonts w:cs="Arial"/>
          <w:lang w:val="nb-NO"/>
        </w:rPr>
      </w:pPr>
    </w:p>
    <w:p w14:paraId="66828E9E" w14:textId="39A621BC" w:rsidR="00662A23" w:rsidRPr="00662A23" w:rsidRDefault="00662A23" w:rsidP="00662A23">
      <w:pPr>
        <w:rPr>
          <w:rFonts w:cs="Arial"/>
          <w:lang w:val="nb-NO"/>
        </w:rPr>
      </w:pPr>
    </w:p>
    <w:p w14:paraId="3568F713" w14:textId="16DB5C36" w:rsidR="00662A23" w:rsidRPr="00662A23" w:rsidRDefault="00662A23" w:rsidP="00662A23">
      <w:pPr>
        <w:rPr>
          <w:rFonts w:cs="Arial"/>
          <w:lang w:val="nb-NO"/>
        </w:rPr>
      </w:pPr>
    </w:p>
    <w:p w14:paraId="786D41F4" w14:textId="128832A4" w:rsidR="00662A23" w:rsidRPr="00662A23" w:rsidRDefault="00662A23" w:rsidP="00662A23">
      <w:pPr>
        <w:rPr>
          <w:rFonts w:cs="Arial"/>
          <w:lang w:val="nb-NO"/>
        </w:rPr>
      </w:pPr>
    </w:p>
    <w:p w14:paraId="0E0B80F1" w14:textId="6A5E5C57" w:rsidR="00662A23" w:rsidRDefault="00662A23" w:rsidP="00662A23">
      <w:pPr>
        <w:rPr>
          <w:rFonts w:cs="Arial"/>
          <w:lang w:val="nb-NO"/>
        </w:rPr>
      </w:pPr>
    </w:p>
    <w:p w14:paraId="410957B0" w14:textId="77777777" w:rsidR="00662A23" w:rsidRPr="00662A23" w:rsidRDefault="00662A23" w:rsidP="00662A23">
      <w:pPr>
        <w:ind w:firstLine="709"/>
        <w:rPr>
          <w:rFonts w:cs="Arial"/>
          <w:lang w:val="nb-NO"/>
        </w:rPr>
      </w:pPr>
    </w:p>
    <w:sectPr w:rsidR="00662A23" w:rsidRPr="00662A23" w:rsidSect="00993D9E">
      <w:type w:val="continuous"/>
      <w:pgSz w:w="11906" w:h="16838" w:code="9"/>
      <w:pgMar w:top="1102" w:right="1134" w:bottom="1134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72181" w14:textId="77777777" w:rsidR="00E669D3" w:rsidRDefault="00E669D3">
      <w:r>
        <w:separator/>
      </w:r>
    </w:p>
  </w:endnote>
  <w:endnote w:type="continuationSeparator" w:id="0">
    <w:p w14:paraId="00C08D5B" w14:textId="77777777" w:rsidR="00E669D3" w:rsidRDefault="00E6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2664"/>
      <w:gridCol w:w="3544"/>
    </w:tblGrid>
    <w:tr w:rsidR="003E1F8B" w:rsidRPr="00055F28" w14:paraId="203C333B" w14:textId="77777777" w:rsidTr="00055F28">
      <w:trPr>
        <w:trHeight w:val="429"/>
      </w:trPr>
      <w:tc>
        <w:tcPr>
          <w:tcW w:w="3114" w:type="dxa"/>
          <w:hideMark/>
        </w:tcPr>
        <w:p w14:paraId="67E93BEC" w14:textId="67217288" w:rsidR="003E1F8B" w:rsidRDefault="00662A23" w:rsidP="003E1F8B">
          <w:pPr>
            <w:rPr>
              <w:rFonts w:cs="Arial"/>
              <w:sz w:val="16"/>
              <w:szCs w:val="16"/>
            </w:rPr>
          </w:pPr>
          <w:proofErr w:type="spellStart"/>
          <w:r>
            <w:rPr>
              <w:rFonts w:cs="Arial"/>
              <w:sz w:val="16"/>
              <w:szCs w:val="16"/>
            </w:rPr>
            <w:t>GrilllookX</w:t>
          </w:r>
          <w:proofErr w:type="spellEnd"/>
        </w:p>
        <w:p w14:paraId="79ACA945" w14:textId="77777777" w:rsidR="003E1F8B" w:rsidRDefault="00055F28" w:rsidP="003E1F8B">
          <w:pPr>
            <w:rPr>
              <w:rFonts w:cs="Arial"/>
              <w:sz w:val="16"/>
              <w:szCs w:val="16"/>
            </w:rPr>
          </w:pPr>
          <w:proofErr w:type="spellStart"/>
          <w:r>
            <w:rPr>
              <w:rFonts w:cs="Arial"/>
              <w:sz w:val="16"/>
              <w:szCs w:val="16"/>
            </w:rPr>
            <w:t>Röhmstraße</w:t>
          </w:r>
          <w:proofErr w:type="spellEnd"/>
          <w:r>
            <w:rPr>
              <w:rFonts w:cs="Arial"/>
              <w:sz w:val="16"/>
              <w:szCs w:val="16"/>
            </w:rPr>
            <w:t xml:space="preserve"> 101</w:t>
          </w:r>
        </w:p>
        <w:p w14:paraId="6FE6A26A" w14:textId="1EED6CEA" w:rsidR="003E1F8B" w:rsidRDefault="00055F28" w:rsidP="00055F28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86407 Dillingen a.</w:t>
          </w:r>
          <w:r w:rsidR="00A86E2B">
            <w:rPr>
              <w:rFonts w:cs="Arial"/>
              <w:sz w:val="16"/>
              <w:szCs w:val="16"/>
            </w:rPr>
            <w:t xml:space="preserve"> </w:t>
          </w:r>
          <w:r>
            <w:rPr>
              <w:rFonts w:cs="Arial"/>
              <w:sz w:val="16"/>
              <w:szCs w:val="16"/>
            </w:rPr>
            <w:t>d. Donau</w:t>
          </w:r>
        </w:p>
      </w:tc>
      <w:tc>
        <w:tcPr>
          <w:tcW w:w="2664" w:type="dxa"/>
          <w:hideMark/>
        </w:tcPr>
        <w:p w14:paraId="7DF1C181" w14:textId="77777777"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Tel.: </w:t>
          </w:r>
          <w:r w:rsidR="00055F28" w:rsidRPr="00055F28">
            <w:rPr>
              <w:rFonts w:cs="Arial"/>
              <w:sz w:val="16"/>
              <w:szCs w:val="16"/>
            </w:rPr>
            <w:t>+49 9071 12072-0</w:t>
          </w:r>
        </w:p>
        <w:p w14:paraId="3E995B96" w14:textId="77777777" w:rsidR="00055F28" w:rsidRPr="00055F28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Fax: </w:t>
          </w:r>
          <w:r w:rsidR="00055F28" w:rsidRPr="00055F28">
            <w:rPr>
              <w:rFonts w:cs="Arial"/>
              <w:sz w:val="16"/>
              <w:szCs w:val="16"/>
            </w:rPr>
            <w:t>+49 9071 12072-12</w:t>
          </w:r>
        </w:p>
        <w:p w14:paraId="1C5B6EB9" w14:textId="49D6F06D"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E-Mail: </w:t>
          </w:r>
          <w:r w:rsidR="00055F28" w:rsidRPr="00055F28">
            <w:rPr>
              <w:rFonts w:cs="Arial"/>
              <w:sz w:val="16"/>
              <w:szCs w:val="16"/>
            </w:rPr>
            <w:t>info@</w:t>
          </w:r>
          <w:r w:rsidR="00662A23">
            <w:rPr>
              <w:rFonts w:cs="Arial"/>
              <w:sz w:val="16"/>
              <w:szCs w:val="16"/>
            </w:rPr>
            <w:t>GrilllookX</w:t>
          </w:r>
          <w:r w:rsidR="00055F28" w:rsidRPr="00055F28">
            <w:rPr>
              <w:rFonts w:cs="Arial"/>
              <w:sz w:val="16"/>
              <w:szCs w:val="16"/>
            </w:rPr>
            <w:t>.de</w:t>
          </w:r>
        </w:p>
        <w:p w14:paraId="7AB371E4" w14:textId="6EC82FB0" w:rsidR="003E1F8B" w:rsidRDefault="003E1F8B" w:rsidP="00055F28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Web: www.</w:t>
          </w:r>
          <w:r w:rsidR="00662A23">
            <w:rPr>
              <w:rFonts w:cs="Arial"/>
              <w:sz w:val="16"/>
              <w:szCs w:val="16"/>
            </w:rPr>
            <w:t>GrilllookX</w:t>
          </w:r>
          <w:r>
            <w:rPr>
              <w:rFonts w:cs="Arial"/>
              <w:sz w:val="16"/>
              <w:szCs w:val="16"/>
            </w:rPr>
            <w:t>.de</w:t>
          </w:r>
        </w:p>
      </w:tc>
      <w:tc>
        <w:tcPr>
          <w:tcW w:w="3544" w:type="dxa"/>
          <w:hideMark/>
        </w:tcPr>
        <w:p w14:paraId="51252AFE" w14:textId="77777777"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Geschäftsführer: </w:t>
          </w:r>
          <w:r w:rsidR="00055F28">
            <w:rPr>
              <w:rFonts w:cs="Arial"/>
              <w:sz w:val="16"/>
              <w:szCs w:val="16"/>
            </w:rPr>
            <w:t>Ferdinand Carstens</w:t>
          </w:r>
        </w:p>
        <w:p w14:paraId="19EF3329" w14:textId="76777D3D" w:rsidR="003E1F8B" w:rsidRDefault="003E1F8B" w:rsidP="00055F28">
          <w:pPr>
            <w:ind w:right="-395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Sitz des Unternehmens</w:t>
          </w:r>
          <w:r w:rsidR="00055F28">
            <w:rPr>
              <w:rFonts w:cs="Arial"/>
              <w:sz w:val="16"/>
              <w:szCs w:val="16"/>
            </w:rPr>
            <w:t>: Dillingen a</w:t>
          </w:r>
          <w:r w:rsidR="00A86E2B">
            <w:rPr>
              <w:rFonts w:cs="Arial"/>
              <w:sz w:val="16"/>
              <w:szCs w:val="16"/>
            </w:rPr>
            <w:t xml:space="preserve">. </w:t>
          </w:r>
          <w:r w:rsidR="00055F28">
            <w:rPr>
              <w:rFonts w:cs="Arial"/>
              <w:sz w:val="16"/>
              <w:szCs w:val="16"/>
            </w:rPr>
            <w:t>d. Donau</w:t>
          </w:r>
        </w:p>
        <w:p w14:paraId="088A5A0E" w14:textId="77777777" w:rsidR="003E1F8B" w:rsidRDefault="003E1F8B" w:rsidP="00055F28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Amtsgericht: </w:t>
          </w:r>
          <w:r w:rsidR="00055F28">
            <w:rPr>
              <w:rFonts w:cs="Arial"/>
              <w:sz w:val="16"/>
              <w:szCs w:val="16"/>
            </w:rPr>
            <w:t xml:space="preserve">Dillingen </w:t>
          </w:r>
          <w:r>
            <w:rPr>
              <w:rFonts w:cs="Arial"/>
              <w:sz w:val="16"/>
              <w:szCs w:val="16"/>
            </w:rPr>
            <w:t xml:space="preserve">HRB </w:t>
          </w:r>
          <w:r w:rsidR="00055F28" w:rsidRPr="00055F28">
            <w:rPr>
              <w:rFonts w:cs="Arial"/>
              <w:sz w:val="16"/>
              <w:szCs w:val="16"/>
            </w:rPr>
            <w:t>8812</w:t>
          </w:r>
        </w:p>
        <w:p w14:paraId="3EAD7A5E" w14:textId="77777777" w:rsidR="003E1F8B" w:rsidRPr="00055F28" w:rsidRDefault="003E1F8B" w:rsidP="003E1F8B">
          <w:pPr>
            <w:pStyle w:val="Fuzeile"/>
            <w:tabs>
              <w:tab w:val="clear" w:pos="4536"/>
              <w:tab w:val="clear" w:pos="9072"/>
              <w:tab w:val="center" w:pos="4678"/>
              <w:tab w:val="right" w:pos="9356"/>
            </w:tabs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USt-IdNr.: DE301020183</w:t>
          </w:r>
        </w:p>
      </w:tc>
    </w:tr>
  </w:tbl>
  <w:p w14:paraId="4086120F" w14:textId="77777777" w:rsidR="006D04FB" w:rsidRPr="003E1F8B" w:rsidRDefault="006D04FB" w:rsidP="006A5D57">
    <w:pPr>
      <w:pStyle w:val="Fuzeile"/>
      <w:tabs>
        <w:tab w:val="clear" w:pos="4536"/>
        <w:tab w:val="clear" w:pos="9072"/>
        <w:tab w:val="center" w:pos="4678"/>
        <w:tab w:val="right" w:pos="9356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5AA79" w14:textId="77777777" w:rsidR="00E669D3" w:rsidRDefault="00E669D3">
      <w:r>
        <w:separator/>
      </w:r>
    </w:p>
  </w:footnote>
  <w:footnote w:type="continuationSeparator" w:id="0">
    <w:p w14:paraId="0481FF39" w14:textId="77777777" w:rsidR="00E669D3" w:rsidRDefault="00E66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de-DE" w:vendorID="64" w:dllVersion="131078" w:nlCheck="1" w:checkStyle="1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BD"/>
    <w:rsid w:val="00032A02"/>
    <w:rsid w:val="00055F28"/>
    <w:rsid w:val="00070D1C"/>
    <w:rsid w:val="000F078A"/>
    <w:rsid w:val="00102A7D"/>
    <w:rsid w:val="001C32BB"/>
    <w:rsid w:val="002057F0"/>
    <w:rsid w:val="003720DE"/>
    <w:rsid w:val="00383651"/>
    <w:rsid w:val="003D349B"/>
    <w:rsid w:val="003E1F8B"/>
    <w:rsid w:val="003E3341"/>
    <w:rsid w:val="00431B94"/>
    <w:rsid w:val="004D3968"/>
    <w:rsid w:val="004D39BC"/>
    <w:rsid w:val="00504AF2"/>
    <w:rsid w:val="00523700"/>
    <w:rsid w:val="00531235"/>
    <w:rsid w:val="005657DE"/>
    <w:rsid w:val="00570B46"/>
    <w:rsid w:val="005B2391"/>
    <w:rsid w:val="005F056B"/>
    <w:rsid w:val="006308E3"/>
    <w:rsid w:val="00631C1D"/>
    <w:rsid w:val="00662A23"/>
    <w:rsid w:val="00686191"/>
    <w:rsid w:val="00692642"/>
    <w:rsid w:val="0069275A"/>
    <w:rsid w:val="006A5D57"/>
    <w:rsid w:val="006D04FB"/>
    <w:rsid w:val="00733634"/>
    <w:rsid w:val="00790A4C"/>
    <w:rsid w:val="007C08BD"/>
    <w:rsid w:val="007E48B4"/>
    <w:rsid w:val="00884165"/>
    <w:rsid w:val="00887605"/>
    <w:rsid w:val="008A6D1C"/>
    <w:rsid w:val="008C5ED0"/>
    <w:rsid w:val="008E66DD"/>
    <w:rsid w:val="00914DAD"/>
    <w:rsid w:val="00946089"/>
    <w:rsid w:val="00993D9E"/>
    <w:rsid w:val="009A48D7"/>
    <w:rsid w:val="009C7C41"/>
    <w:rsid w:val="00A33530"/>
    <w:rsid w:val="00A36D2C"/>
    <w:rsid w:val="00A850CF"/>
    <w:rsid w:val="00A86E2B"/>
    <w:rsid w:val="00A95915"/>
    <w:rsid w:val="00AF62DB"/>
    <w:rsid w:val="00B2149C"/>
    <w:rsid w:val="00BA1723"/>
    <w:rsid w:val="00BF233F"/>
    <w:rsid w:val="00C707A3"/>
    <w:rsid w:val="00C873E5"/>
    <w:rsid w:val="00CD6122"/>
    <w:rsid w:val="00D42C1D"/>
    <w:rsid w:val="00DA07DD"/>
    <w:rsid w:val="00DB1DDB"/>
    <w:rsid w:val="00DC5E49"/>
    <w:rsid w:val="00DE6CEF"/>
    <w:rsid w:val="00E669D3"/>
    <w:rsid w:val="00EB4C81"/>
    <w:rsid w:val="00EB772F"/>
    <w:rsid w:val="00EC5F1C"/>
    <w:rsid w:val="00EC6A8A"/>
    <w:rsid w:val="00EF4189"/>
    <w:rsid w:val="00F640E9"/>
    <w:rsid w:val="00F95D43"/>
    <w:rsid w:val="00FA19B9"/>
    <w:rsid w:val="00FC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5E23B87"/>
  <w15:docId w15:val="{5518EBFD-1005-4E72-B7F4-ACF4B8FF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ind w:right="-1037"/>
      <w:outlineLvl w:val="0"/>
    </w:pPr>
    <w:rPr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Sprechblasentext">
    <w:name w:val="Balloon Text"/>
    <w:basedOn w:val="Standard"/>
    <w:link w:val="SprechblasentextZchn"/>
    <w:rsid w:val="006D04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D04F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3E1F8B"/>
    <w:rPr>
      <w:rFonts w:ascii="Arial" w:hAnsi="Arial"/>
      <w:sz w:val="22"/>
      <w:szCs w:val="24"/>
    </w:rPr>
  </w:style>
  <w:style w:type="table" w:styleId="Tabellenraster">
    <w:name w:val="Table Grid"/>
    <w:basedOn w:val="NormaleTabelle"/>
    <w:rsid w:val="003E1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chule\Organisatorisches\Vorlagen\Vorlage%20Briefmask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Briefmaske.dotx</Template>
  <TotalTime>0</TotalTime>
  <Pages>1</Pages>
  <Words>74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Praxis Dr</vt:lpstr>
    </vt:vector>
  </TitlesOfParts>
  <Company>Nell-Breuning Schule Rottweil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Praxis Dr</dc:title>
  <dc:creator>Programmadministrator</dc:creator>
  <cp:lastModifiedBy>Weiss, Corinna</cp:lastModifiedBy>
  <cp:revision>7</cp:revision>
  <cp:lastPrinted>2009-04-22T12:57:00Z</cp:lastPrinted>
  <dcterms:created xsi:type="dcterms:W3CDTF">2020-02-04T10:46:00Z</dcterms:created>
  <dcterms:modified xsi:type="dcterms:W3CDTF">2020-11-05T08:56:00Z</dcterms:modified>
</cp:coreProperties>
</file>